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14DF9F92" w:rsidR="0020639C" w:rsidRPr="00F86A6E" w:rsidRDefault="00612E24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0639C" w:rsidRPr="00F86A6E">
              <w:rPr>
                <w:rFonts w:ascii="Arial" w:hAnsi="Arial" w:cs="Arial"/>
              </w:rPr>
              <w:t xml:space="preserve">2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12E24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B3551" w:rsidRPr="00A75548" w14:paraId="72868CF7" w14:textId="77777777" w:rsidTr="00040525">
        <w:trPr>
          <w:trHeight w:hRule="exact" w:val="3402"/>
        </w:trPr>
        <w:tc>
          <w:tcPr>
            <w:tcW w:w="3341" w:type="dxa"/>
            <w:vAlign w:val="bottom"/>
          </w:tcPr>
          <w:p w14:paraId="540C50A5" w14:textId="77777777" w:rsidR="008B3551" w:rsidRDefault="008B3551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EDAC988" wp14:editId="1A722C2B">
                  <wp:extent cx="129603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77EA7E6" w14:textId="77777777" w:rsidR="008B3551" w:rsidRDefault="008B3551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9152538" wp14:editId="2B41A6A4">
                  <wp:extent cx="156210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0FC1A37" w14:textId="77777777" w:rsidR="008B3551" w:rsidRDefault="008B3551" w:rsidP="0004052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A2BE7E" wp14:editId="4E72A43D">
                  <wp:extent cx="1075055" cy="216027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0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6D16DD" w14:textId="74573E2B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55D8AA00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8B3551">
        <w:rPr>
          <w:rFonts w:ascii="Arial" w:hAnsi="Arial" w:cs="Arial"/>
          <w:lang w:val="fr-BE"/>
        </w:rPr>
        <w:t>82</w:t>
      </w:r>
      <w:r>
        <w:rPr>
          <w:rFonts w:ascii="Arial" w:hAnsi="Arial" w:cs="Arial"/>
          <w:lang w:val="fr-BE"/>
        </w:rPr>
        <w:t xml:space="preserve"> cm (hauteur)</w:t>
      </w:r>
    </w:p>
    <w:p w14:paraId="2AB7DBC9" w14:textId="2EE6AD25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8B3551">
        <w:rPr>
          <w:rFonts w:ascii="Arial" w:hAnsi="Arial" w:cs="Arial"/>
          <w:lang w:val="fr-BE"/>
        </w:rPr>
        <w:t>10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8B3551">
            <w:fldChar w:fldCharType="begin"/>
          </w:r>
          <w:r w:rsidR="008B3551">
            <w:instrText xml:space="preserve"> NUMPAGES  \* Arabic  \* MERGEFORMAT </w:instrText>
          </w:r>
          <w:r w:rsidR="008B3551">
            <w:fldChar w:fldCharType="separate"/>
          </w:r>
          <w:r w:rsidR="00AA3555">
            <w:rPr>
              <w:noProof/>
            </w:rPr>
            <w:t>2</w:t>
          </w:r>
          <w:r w:rsidR="008B3551">
            <w:rPr>
              <w:noProof/>
            </w:rPr>
            <w:fldChar w:fldCharType="end"/>
          </w:r>
        </w:p>
      </w:tc>
    </w:tr>
  </w:tbl>
  <w:p w14:paraId="636C9504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1C80E9C3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 xml:space="preserve">hauteur d'élément </w:t>
    </w:r>
    <w:r w:rsidR="00612E24">
      <w:rPr>
        <w:rFonts w:ascii="Arial" w:hAnsi="Arial" w:cs="Arial"/>
        <w:b/>
        <w:bCs/>
        <w:lang w:val="fr-FR"/>
      </w:rPr>
      <w:t>8</w:t>
    </w:r>
    <w:r w:rsidR="00EA0A5D">
      <w:rPr>
        <w:rFonts w:ascii="Arial" w:hAnsi="Arial" w:cs="Arial"/>
        <w:b/>
        <w:bCs/>
        <w:lang w:val="fr-FR"/>
      </w:rPr>
      <w:t>2 cm,</w:t>
    </w:r>
  </w:p>
  <w:p w14:paraId="5755C304" w14:textId="1B716A3B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51</w:t>
    </w:r>
    <w:r w:rsidR="00612E24">
      <w:rPr>
        <w:rFonts w:ascii="Arial" w:hAnsi="Arial"/>
        <w:b/>
        <w:lang w:val="fr-FR"/>
      </w:rPr>
      <w:t>5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23F2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2E24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3551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A8085-929B-4B64-A876-1DACE3178503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a2313ea8-4521-49e8-b6bb-ca19bded6e88"/>
    <ds:schemaRef ds:uri="http://schemas.microsoft.com/office/infopath/2007/PartnerControls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65B815F-054C-4B9C-A602-4198C6D8F9DC}"/>
</file>

<file path=customXml/itemProps3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434</Words>
  <Characters>2113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2023-12-05T13:00:00Z</dcterms:created>
  <dcterms:modified xsi:type="dcterms:W3CDTF">2023-12-05T13:26:00Z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